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D39" w:rsidRPr="004024C1" w:rsidRDefault="00020D39" w:rsidP="004024C1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  <w:lang w:eastAsia="ru-RU"/>
        </w:rPr>
      </w:pPr>
      <w:r>
        <w:t xml:space="preserve">  </w:t>
      </w:r>
    </w:p>
    <w:p w:rsidR="00020D39" w:rsidRPr="004024C1" w:rsidRDefault="00020D39" w:rsidP="004024C1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Вариант №I</w:t>
      </w:r>
    </w:p>
    <w:p w:rsidR="00020D39" w:rsidRPr="004024C1" w:rsidRDefault="00020D39" w:rsidP="004024C1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Материаловедение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1. Обведите кружком правильные ответы.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К натуральным текстильным волокнам животного происхождения относятся: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шёлк;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лён;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вискоза;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шерсть.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2. Обведите кружком правильные ответы.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К  физиологическим (гигиеническим) свойствам тканей относятся: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прочность;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драппируемость;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гигроскопичность;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электростатичность.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3. Обведите кружком правильные ответы.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При производстве ткани, в процессе отделки суровая ткань может стать: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гладкокрашенной;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отбельной;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"набивной" ( с печатным рисунком);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трикотажной.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4. Обведите кружком правильные ответы.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По назначению  ткани классифицируются на группы: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костюмные;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гламурные;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пальтовые;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бельевые.</w:t>
      </w:r>
    </w:p>
    <w:p w:rsidR="00020D39" w:rsidRPr="004024C1" w:rsidRDefault="00020D39" w:rsidP="004024C1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Кулинария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5. Обведите кружком правильный ответ.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Как правильно  нужно оттаивать мороженое мясо?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в горячей воде;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в холодной воде;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на воздухе.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6. Обведите кружком правильный ответ.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Мясо, какого животного имеет светло-розовый цвет?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свинина;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говядина;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баранина.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7. Обведите кружком правильные ответы.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Виды тепловой обработки мяса?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</w:t>
      </w: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оттаивание;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обмывание;</w:t>
      </w: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  <w:t>В) разделка;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жаренье;          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Д) тушение.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8. Обведите кружком правильный ответ.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Мясные котлеты с начинкой – это: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котлеты отбивные;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зразы;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шницель;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рагу;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Д) антрекоты.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9. Обведите кружком правильный ответ.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Отвар из мяса, на основе которого варят суп: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отвар;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настой;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бульон;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зелье.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10. Обведите кружком правильный ответ.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Холодный суп: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солянка;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окрошка;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уха;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борщ.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11. Обведите кружком правильные ответы.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Продукты, получаемые в результате молочнокислого брожения - это: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сметана;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простокваша;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кумыс;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творог;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Д) сыр.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12. Обведите кружком правильный ответ.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Из какого вида теста готовят торт «Наполеон»?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бисквитное;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слоёное;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заварное.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13. Обведите кружком правильные ответы.</w:t>
      </w:r>
    </w:p>
    <w:p w:rsidR="00020D39" w:rsidRPr="004024C1" w:rsidRDefault="00020D39" w:rsidP="004024C1">
      <w:pPr>
        <w:shd w:val="clear" w:color="auto" w:fill="FFFFFF"/>
        <w:spacing w:after="0" w:line="240" w:lineRule="auto"/>
        <w:ind w:right="188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lang w:eastAsia="ru-RU"/>
        </w:rPr>
        <w:t>Назовите виды заготовки ягод на зиму:</w:t>
      </w:r>
    </w:p>
    <w:p w:rsidR="00020D39" w:rsidRPr="004024C1" w:rsidRDefault="00020D39" w:rsidP="004024C1">
      <w:pPr>
        <w:shd w:val="clear" w:color="auto" w:fill="FFFFFF"/>
        <w:spacing w:after="0" w:line="240" w:lineRule="auto"/>
        <w:ind w:right="188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lang w:eastAsia="ru-RU"/>
        </w:rPr>
        <w:t>А) тушение;  </w:t>
      </w:r>
    </w:p>
    <w:p w:rsidR="00020D39" w:rsidRPr="004024C1" w:rsidRDefault="00020D39" w:rsidP="004024C1">
      <w:pPr>
        <w:shd w:val="clear" w:color="auto" w:fill="FFFFFF"/>
        <w:spacing w:after="0" w:line="240" w:lineRule="auto"/>
        <w:ind w:right="188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lang w:eastAsia="ru-RU"/>
        </w:rPr>
        <w:t>Б) варенье;  </w:t>
      </w:r>
    </w:p>
    <w:p w:rsidR="00020D39" w:rsidRPr="004024C1" w:rsidRDefault="00020D39" w:rsidP="004024C1">
      <w:pPr>
        <w:shd w:val="clear" w:color="auto" w:fill="FFFFFF"/>
        <w:spacing w:after="0" w:line="240" w:lineRule="auto"/>
        <w:ind w:right="188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lang w:eastAsia="ru-RU"/>
        </w:rPr>
        <w:t>В) пассерование;  </w:t>
      </w:r>
    </w:p>
    <w:p w:rsidR="00020D39" w:rsidRPr="004024C1" w:rsidRDefault="00020D39" w:rsidP="004024C1">
      <w:pPr>
        <w:shd w:val="clear" w:color="auto" w:fill="FFFFFF"/>
        <w:spacing w:after="0" w:line="240" w:lineRule="auto"/>
        <w:ind w:right="188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lang w:eastAsia="ru-RU"/>
        </w:rPr>
        <w:t>Г) замораживание;  </w:t>
      </w:r>
    </w:p>
    <w:p w:rsidR="00020D39" w:rsidRPr="004024C1" w:rsidRDefault="00020D39" w:rsidP="004024C1">
      <w:pPr>
        <w:shd w:val="clear" w:color="auto" w:fill="FFFFFF"/>
        <w:spacing w:after="0" w:line="240" w:lineRule="auto"/>
        <w:ind w:right="188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lang w:eastAsia="ru-RU"/>
        </w:rPr>
        <w:t>Д) консервирование с сахаром.</w:t>
      </w:r>
    </w:p>
    <w:p w:rsidR="00020D39" w:rsidRPr="004024C1" w:rsidRDefault="00020D39" w:rsidP="004024C1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Ручные работы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14.</w:t>
      </w: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Обведите кружком правильный ответ.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Для выполнения стежков временного назначения следует использовать нитки: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белые;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чёрные;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под цвет ткани;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контрастные к цвету ткани.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15.</w:t>
      </w: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Обведите кружком правильный ответ.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Для предохранения срезов деталей от осыпания их: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замётывают;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обмётывают;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примётывают;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заутюживают.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16. Найдите соответствие определения с термином:</w:t>
      </w:r>
    </w:p>
    <w:tbl>
      <w:tblPr>
        <w:tblW w:w="10250" w:type="dxa"/>
        <w:tblInd w:w="2" w:type="dxa"/>
        <w:tblCellMar>
          <w:left w:w="0" w:type="dxa"/>
          <w:right w:w="0" w:type="dxa"/>
        </w:tblCellMar>
        <w:tblLook w:val="00A0"/>
      </w:tblPr>
      <w:tblGrid>
        <w:gridCol w:w="5124"/>
        <w:gridCol w:w="5126"/>
      </w:tblGrid>
      <w:tr w:rsidR="00020D39" w:rsidRPr="00292FF2">
        <w:trPr>
          <w:trHeight w:val="278"/>
        </w:trPr>
        <w:tc>
          <w:tcPr>
            <w:tcW w:w="5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D39" w:rsidRPr="004024C1" w:rsidRDefault="00020D39" w:rsidP="004024C1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bookmarkStart w:id="0" w:name="f6704c76ebac82f5546958ea3def6c939c012ce6"/>
            <w:bookmarkEnd w:id="0"/>
            <w:r w:rsidRPr="004024C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Определение</w:t>
            </w: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D39" w:rsidRPr="004024C1" w:rsidRDefault="00020D39" w:rsidP="004024C1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4024C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Термин</w:t>
            </w:r>
          </w:p>
        </w:tc>
      </w:tr>
      <w:tr w:rsidR="00020D39" w:rsidRPr="00292FF2">
        <w:trPr>
          <w:trHeight w:val="278"/>
        </w:trPr>
        <w:tc>
          <w:tcPr>
            <w:tcW w:w="5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D39" w:rsidRPr="004024C1" w:rsidRDefault="00020D39" w:rsidP="004024C1">
            <w:pPr>
              <w:spacing w:after="0" w:line="24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4024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1.Место соединения деталей.</w:t>
            </w: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D39" w:rsidRPr="004024C1" w:rsidRDefault="00020D39" w:rsidP="004024C1">
            <w:pPr>
              <w:spacing w:after="0" w:line="24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4024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А) строчка;</w:t>
            </w:r>
          </w:p>
        </w:tc>
      </w:tr>
      <w:tr w:rsidR="00020D39" w:rsidRPr="00292FF2">
        <w:trPr>
          <w:trHeight w:val="278"/>
        </w:trPr>
        <w:tc>
          <w:tcPr>
            <w:tcW w:w="5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D39" w:rsidRPr="004024C1" w:rsidRDefault="00020D39" w:rsidP="004024C1">
            <w:pPr>
              <w:spacing w:after="0" w:line="24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4024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2.Ряд повторяющихся стежков.</w:t>
            </w: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D39" w:rsidRPr="004024C1" w:rsidRDefault="00020D39" w:rsidP="004024C1">
            <w:pPr>
              <w:spacing w:after="0" w:line="24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4024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Б) ширина шва;</w:t>
            </w:r>
          </w:p>
        </w:tc>
      </w:tr>
      <w:tr w:rsidR="00020D39" w:rsidRPr="00292FF2">
        <w:trPr>
          <w:trHeight w:val="263"/>
        </w:trPr>
        <w:tc>
          <w:tcPr>
            <w:tcW w:w="5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D39" w:rsidRPr="004024C1" w:rsidRDefault="00020D39" w:rsidP="004024C1">
            <w:pPr>
              <w:spacing w:after="0" w:line="24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4024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3.Переплетение ниток между двумя проколами иглы.</w:t>
            </w: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D39" w:rsidRPr="004024C1" w:rsidRDefault="00020D39" w:rsidP="004024C1">
            <w:pPr>
              <w:spacing w:after="0" w:line="24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4024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В) шов;</w:t>
            </w:r>
          </w:p>
        </w:tc>
      </w:tr>
      <w:tr w:rsidR="00020D39" w:rsidRPr="00292FF2">
        <w:trPr>
          <w:trHeight w:val="555"/>
        </w:trPr>
        <w:tc>
          <w:tcPr>
            <w:tcW w:w="5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D39" w:rsidRPr="004024C1" w:rsidRDefault="00020D39" w:rsidP="004024C1">
            <w:pPr>
              <w:spacing w:after="0" w:line="24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4024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4.Расстояние между двумя последовательными проколами иглы.</w:t>
            </w: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D39" w:rsidRPr="004024C1" w:rsidRDefault="00020D39" w:rsidP="004024C1">
            <w:pPr>
              <w:spacing w:after="0" w:line="24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4024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Г) стежок;</w:t>
            </w:r>
          </w:p>
        </w:tc>
      </w:tr>
      <w:tr w:rsidR="00020D39" w:rsidRPr="00292FF2">
        <w:trPr>
          <w:trHeight w:val="278"/>
        </w:trPr>
        <w:tc>
          <w:tcPr>
            <w:tcW w:w="5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D39" w:rsidRPr="004024C1" w:rsidRDefault="00020D39" w:rsidP="004024C1">
            <w:pPr>
              <w:spacing w:after="0" w:line="24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4024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 Расстояние от среза детали до строчки.</w:t>
            </w: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D39" w:rsidRPr="004024C1" w:rsidRDefault="00020D39" w:rsidP="004024C1">
            <w:pPr>
              <w:spacing w:after="0" w:line="24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4024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Д) длина стежка;</w:t>
            </w:r>
          </w:p>
        </w:tc>
      </w:tr>
    </w:tbl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17.</w:t>
      </w: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Обведите кружком правильный ответ.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Контур выкройки переводят с помощью: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копировальных стежков;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копировальной бумаги;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фломастера.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18.</w:t>
      </w: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Обведите кружком правильный ответ.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Косыми  стежками выполняются строчки: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копировальные;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обмёточные;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подшивочные.</w:t>
      </w:r>
    </w:p>
    <w:p w:rsidR="00020D39" w:rsidRPr="004024C1" w:rsidRDefault="00020D39" w:rsidP="004024C1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Индивидуальный уход за кожей лица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19. Обведите кружком правильные ответы.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Сухую кожу можно определить по следующим признакам: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жирный блеск;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шелушение;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ранние морщины;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гладкость.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20. Обведите кружком правильный ответ.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При жирной коже пользоваться мылом можно: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через день;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два раза в неделю;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ежедневно.</w:t>
      </w:r>
    </w:p>
    <w:p w:rsidR="00020D39" w:rsidRPr="004024C1" w:rsidRDefault="00020D39" w:rsidP="004024C1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Уход за одеждой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21. Обведите кружком правильные ответы.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Изделия из каких тканей нельзя сушить в подвешенном состоянии: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шерстяных;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нитрона;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ацетатных;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хлопчатобумажных.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22. Обведите кружком правильный ответ.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Изделие из цветного хлопка стирают при температуре до: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30°C;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40 °C;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60°C.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23.</w:t>
      </w: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Обведите кружком правильный ответ.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Символ </w:t>
      </w:r>
      <w:r>
        <w:rPr>
          <w:noProof/>
          <w:lang w:eastAsia="ru-RU"/>
        </w:rPr>
      </w:r>
      <w:r w:rsidRPr="00A87B61">
        <w:rPr>
          <w:rFonts w:ascii="Arial" w:hAnsi="Arial" w:cs="Arial"/>
          <w:noProof/>
          <w:color w:val="000000"/>
          <w:bdr w:val="single" w:sz="2" w:space="0" w:color="000000" w:frame="1"/>
          <w:lang w:eastAsia="ru-RU"/>
        </w:rPr>
        <w:pict>
          <v:rect id="AutoShape 3" o:spid="_x0000_s1026" alt="Описание: https://lh3.googleusercontent.com/gRp9TBxebUljAlYiACXdDxAsvUOpLiYGIs1Z0JSIIlqtX67-yoGNzLDQRp5Q_5YuSkpkYZYI69qblvazsDAlCETua4P7JOthqBH4DGFl4V9-s90UZ5_vbqiOTsEWzv-IgER4B_I8RTvpO5ru" style="width:24pt;height:24pt;visibility:visible;mso-position-horizontal-relative:char;mso-position-vertical-relative:line" filled="f" stroked="f">
            <o:lock v:ext="edit" aspectratio="t"/>
            <v:textbox>
              <w:txbxContent>
                <w:p w:rsidR="00020D39" w:rsidRDefault="00020D39" w:rsidP="00295E7F">
                  <w:pPr>
                    <w:jc w:val="center"/>
                  </w:pPr>
                </w:p>
              </w:txbxContent>
            </v:textbox>
            <w10:anchorlock/>
          </v:rect>
        </w:pict>
      </w: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 обозначает: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изделие можно сушить в подвешенном состоянии, выжимать нельзя;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изделие можно сушить в подвешенном состоянии на веревке;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изделие следует сушить, расправив на ровной поверхности.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24.</w:t>
      </w: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Обведите кружком правильный ответ.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Символ </w:t>
      </w:r>
      <w:r>
        <w:rPr>
          <w:noProof/>
          <w:lang w:eastAsia="ru-RU"/>
        </w:rPr>
      </w:r>
      <w:r w:rsidRPr="00A87B61">
        <w:rPr>
          <w:rFonts w:ascii="Arial" w:hAnsi="Arial" w:cs="Arial"/>
          <w:noProof/>
          <w:color w:val="000000"/>
          <w:bdr w:val="single" w:sz="2" w:space="0" w:color="000000" w:frame="1"/>
          <w:lang w:eastAsia="ru-RU"/>
        </w:rPr>
        <w:pict>
          <v:rect id="AutoShape 4" o:spid="_x0000_s1027" alt="Описание: https://lh3.googleusercontent.com/YjKuXd8k3X-Z6O2IKf0J3BDW6efeH6azQT_3yWIWfQdgp7HSBAAiRosBnt-Aj1qPeXKwcbUa6xxEtvUcTqpn3y0zwvYRca-oTHaw4ClaZ-akLJdI2EkdAjHxedL3e9CY2XYqUQNw32ldwd1L" style="width:24pt;height:24pt;visibility:visible;mso-position-horizontal-relative:char;mso-position-vertical-relative:line" filled="f" stroked="f">
            <o:lock v:ext="edit" aspectratio="t"/>
            <w10:anchorlock/>
          </v:rect>
        </w:pict>
      </w: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обозначает: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ручная или машинная стирка. Внимательно придерживаться указанной температуры, не подвергать сильной механической обработке. Умеренный отжим;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очень деликатная стирка в большом количестве воды, минимальная механическая обработка, быстрое полоскание при низких оборотах;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ручная или машинная стирка при температуре не выше указанной.</w:t>
      </w:r>
    </w:p>
    <w:p w:rsidR="00020D39" w:rsidRPr="004024C1" w:rsidRDefault="00020D39" w:rsidP="004024C1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Конструирование и моделирование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25.</w:t>
      </w: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Обведите кружком правильные ответы.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Перенос контурных линий с одной детали на другую выполняется с помощью: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копировальных стежков;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косых стежков;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булавок;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резца и копировальной бумаги;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Д) петельных стежков.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26. Обведите кружком правильные ответы.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Для изготовления ночной сорочки в основном используют ткани: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х/б;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шерстяные;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шёлковые;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льняные.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27. Обведите кружком правильные ответы.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Какие мерки нужно снять с фигуры для построения чертежа ночной рубашки: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Ди;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Дст;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Сг;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Сб;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Д) Оп;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Е) Сш.</w:t>
      </w: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28. Обведите кружком правильные ответы.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При обработке горловины применяют швы: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стачной;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запошивочный;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вподгибку с открытым срезом;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вподгибку с закрытым срезом;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Д) обтачной.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29. Обведите кружком правильный ответ.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При обработке низа изделия применяют: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стачной шов;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накладной шов;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обтачной шов;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вподгибку с закрытым срезом.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30. Обведите кружком правильный ответ.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При выкраивании подкройной обтачки её долевую нить располагают: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вдоль обтачки;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поперёк обтачки;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под углом 45</w:t>
      </w:r>
      <w:r w:rsidRPr="004024C1">
        <w:rPr>
          <w:rFonts w:ascii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0</w:t>
      </w: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по направлению долевой нити основной детали;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Д) перпендикулярно направлению долевой нити основной детали.</w:t>
      </w:r>
    </w:p>
    <w:p w:rsidR="00020D39" w:rsidRPr="004024C1" w:rsidRDefault="00020D39" w:rsidP="004024C1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Экология и эстетика дома</w:t>
      </w:r>
    </w:p>
    <w:p w:rsidR="00020D39" w:rsidRPr="004024C1" w:rsidRDefault="00020D39" w:rsidP="004024C1">
      <w:pPr>
        <w:shd w:val="clear" w:color="auto" w:fill="FFFFFF"/>
        <w:spacing w:after="0" w:line="240" w:lineRule="auto"/>
        <w:ind w:right="-980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31. Обведите кружком правильный ответ.</w:t>
      </w:r>
    </w:p>
    <w:p w:rsidR="00020D39" w:rsidRPr="004024C1" w:rsidRDefault="00020D39" w:rsidP="004024C1">
      <w:pPr>
        <w:shd w:val="clear" w:color="auto" w:fill="FFFFFF"/>
        <w:spacing w:after="0" w:line="240" w:lineRule="auto"/>
        <w:ind w:right="-980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Требование </w:t>
      </w:r>
      <w:r w:rsidRPr="004024C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многофункциональности</w:t>
      </w: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 к интерьеру подразумевает:</w:t>
      </w:r>
    </w:p>
    <w:p w:rsidR="00020D39" w:rsidRPr="004024C1" w:rsidRDefault="00020D39" w:rsidP="004024C1">
      <w:pPr>
        <w:shd w:val="clear" w:color="auto" w:fill="FFFFFF"/>
        <w:spacing w:after="0" w:line="240" w:lineRule="auto"/>
        <w:ind w:right="-980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мебель и украшения должны представлять единое целое;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пригодность вещи в различных ситуациях;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мебель не должна занимать много места;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32</w:t>
      </w:r>
      <w:r w:rsidRPr="004024C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 </w:t>
      </w: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Обведите кружком правильные ответы.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Для окон, выходящих </w:t>
      </w:r>
      <w:r w:rsidRPr="004024C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на северную сторону</w:t>
      </w: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 лучше выбрать  занавеси: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серо-зеленый;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коричневый;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желтый;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зелено-голубой;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Д) оранжевый;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33. Обведите кружком правильный ответ.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В шкаф, где можно хранить предметы,  предназначенные для  чистки  и уборки,  моющие средства обычно встраивают: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посудомоечную машину;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мойку;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34. Обведите кружком правильный ответ.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Участок стены кухни, где будут установлены плита и мойка, рекомендуется: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выкладывать глазурованной керамической плиткой;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клеить моющими обоями;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закрывать клеенкой;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35.</w:t>
      </w:r>
      <w:r w:rsidRPr="004024C1">
        <w:rPr>
          <w:b/>
          <w:bCs/>
          <w:color w:val="000000"/>
          <w:lang w:eastAsia="ru-RU"/>
        </w:rPr>
        <w:t> </w:t>
      </w: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Обведите кружком правильный ответ.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Подсушивание хлеба, делая его хрустящим и  подогрев булочек, входит в назначение такого бытового электроприбора как: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микроволновая печь;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вафельница;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тостер;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фритюрница;</w:t>
      </w:r>
    </w:p>
    <w:p w:rsidR="00020D39" w:rsidRDefault="00020D39"/>
    <w:p w:rsidR="00020D39" w:rsidRDefault="00020D39"/>
    <w:p w:rsidR="00020D39" w:rsidRDefault="00020D39" w:rsidP="004024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020D39" w:rsidRDefault="00020D39" w:rsidP="004024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0D39" w:rsidRDefault="00020D39" w:rsidP="004024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0D39" w:rsidRDefault="00020D39" w:rsidP="004024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0D39" w:rsidRDefault="00020D39" w:rsidP="004024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0D39" w:rsidRDefault="00020D39" w:rsidP="004024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0D39" w:rsidRDefault="00020D39" w:rsidP="004024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0D39" w:rsidRDefault="00020D39" w:rsidP="004024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0D39" w:rsidRDefault="00020D39" w:rsidP="004024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0D39" w:rsidRDefault="00020D39" w:rsidP="004024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0D39" w:rsidRDefault="00020D39" w:rsidP="004024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0D39" w:rsidRDefault="00020D39" w:rsidP="004024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0D39" w:rsidRDefault="00020D39" w:rsidP="004024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0D39" w:rsidRDefault="00020D39" w:rsidP="004024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0D39" w:rsidRDefault="00020D39" w:rsidP="004024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0D39" w:rsidRDefault="00020D39" w:rsidP="004024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0D39" w:rsidRDefault="00020D39" w:rsidP="004024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0D39" w:rsidRDefault="00020D39" w:rsidP="004024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0D39" w:rsidRDefault="00020D39" w:rsidP="004024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0D39" w:rsidRDefault="00020D39" w:rsidP="004024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0D39" w:rsidRDefault="00020D39" w:rsidP="004024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0D39" w:rsidRDefault="00020D39" w:rsidP="004024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0D39" w:rsidRDefault="00020D39" w:rsidP="004024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0D39" w:rsidRDefault="00020D39" w:rsidP="004024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0D39" w:rsidRDefault="00020D39" w:rsidP="004024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0D39" w:rsidRDefault="00020D39" w:rsidP="004024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0D39" w:rsidRDefault="00020D39" w:rsidP="004024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0D39" w:rsidRDefault="00020D39" w:rsidP="004024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0D39" w:rsidRDefault="00020D39" w:rsidP="004024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0D39" w:rsidRDefault="00020D39" w:rsidP="004024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0D39" w:rsidRDefault="00020D39" w:rsidP="004024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0D39" w:rsidRDefault="00020D39" w:rsidP="004024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0D39" w:rsidRDefault="00020D39" w:rsidP="004024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0D39" w:rsidRDefault="00020D39" w:rsidP="004024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0D39" w:rsidRDefault="00020D39" w:rsidP="004024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0D39" w:rsidRDefault="00020D39" w:rsidP="004024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0D39" w:rsidRDefault="00020D39" w:rsidP="004024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0D39" w:rsidRDefault="00020D39" w:rsidP="004024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0D39" w:rsidRPr="004024C1" w:rsidRDefault="00020D39" w:rsidP="004024C1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  <w:lang w:eastAsia="ru-RU"/>
        </w:rPr>
      </w:pPr>
    </w:p>
    <w:p w:rsidR="00020D39" w:rsidRPr="004024C1" w:rsidRDefault="00020D39" w:rsidP="004024C1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Вариант №II</w:t>
      </w:r>
    </w:p>
    <w:p w:rsidR="00020D39" w:rsidRPr="004024C1" w:rsidRDefault="00020D39" w:rsidP="004024C1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Материаловедение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1. Обведите кружком правильные ответы.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При производстве тканей используются следующие виды ткацких переплетений: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саржевое;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атласное;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жаккардовое;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полотняное.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2. Обведите кружком правильные ответы.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К  хлопчатобумажным тканям относятся: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фланель;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бязь;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ситец;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нейлон.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3. Обведите кружком правильные ответы.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К нетканым утепляющим материалам в одежде относятся: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дублерин;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синтепон;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ватин;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пенопласт.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4. Обведите кружком правильные ответы.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Направление долевой нити в тканях можно определить по следующим признакам: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наличие кромки;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степень извитости нитей, выдернутых по срезам в двух направлениях;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признаки горения волокон;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звук при резком натяжении в двух направлениях.</w:t>
      </w:r>
    </w:p>
    <w:p w:rsidR="00020D39" w:rsidRPr="004024C1" w:rsidRDefault="00020D39" w:rsidP="004024C1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Кулинария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5. Обведите кружком правильный ответ.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Что означает термин «обвалка мяса»?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обмывание мяса;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обсушивание мяса;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оттаивание мяса;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отделение мяса от костей.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6. Обведите кружком правильный ответ.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Тонкая отбивная или рубленая мясная котлета – это: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бефстроганов;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ромштекс;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бифштекс;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шницель.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7. Обведите кружком правильный ответ.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Один из мясопродуктов, богатый железом: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печень;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язык;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сердце;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легкие.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Обведите кружком правильные ответы.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lang w:eastAsia="ru-RU"/>
        </w:rPr>
        <w:t>Какие из этих продуктов не входят в состав пресного теста</w:t>
      </w:r>
      <w:r w:rsidRPr="004024C1">
        <w:rPr>
          <w:rFonts w:ascii="Times New Roman" w:hAnsi="Times New Roman" w:cs="Times New Roman"/>
          <w:color w:val="000000"/>
          <w:lang w:eastAsia="ru-RU"/>
        </w:rPr>
        <w:t>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lang w:eastAsia="ru-RU"/>
        </w:rPr>
        <w:t>А) молоко;      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lang w:eastAsia="ru-RU"/>
        </w:rPr>
        <w:t>Б) сахар;        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lang w:eastAsia="ru-RU"/>
        </w:rPr>
        <w:t>В) дрожжи;      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lang w:eastAsia="ru-RU"/>
        </w:rPr>
        <w:t>Г) яйца;        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lang w:eastAsia="ru-RU"/>
        </w:rPr>
        <w:t>Д) вода.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9. Обведите кружком правильный ответ.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Процесс заготовки продуктов с использованием уксусной кислоты называется: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солением;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копчением;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консервированием;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маринованием;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Д) квашением.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10. Обведите кружком правильный ответ.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Кушанье из мелких кусочков мяса в остром соусе – это: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поджарка;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бифштекс;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азу;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лангеты.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11. Обведите кружком правильный ответ.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Варить овощи для салатов и винегретов следует: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очищенными;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неочищенными;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нарезанными крупными кусками;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нарезанными мелкими кусочками.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12. Обведите кружком правильный ответ.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Пастеризованным называется молоко, подвергнутое термической обработке при температуре: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40 – 50 С;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80 – 85 С;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120 – 140 С;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доведённое до кипения.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13.</w:t>
      </w: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Обведите кружком правильные ответы.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К </w:t>
      </w: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видам тепловой обработки мяса относятся: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</w:t>
      </w: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оттаивание;    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обмывание;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жаренье;            </w:t>
      </w: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  <w:t>Д) разделка;      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Е) тушение.</w:t>
      </w:r>
    </w:p>
    <w:p w:rsidR="00020D39" w:rsidRPr="004024C1" w:rsidRDefault="00020D39" w:rsidP="004024C1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Ручные работы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14.</w:t>
      </w: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Обведите кружком правильные ответы.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Срез горловины швейного изделия обрабатывают: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обмёточным стежком;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зигзагообразной строчкой;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обтачкой;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окантовочным швом;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Д) отделочными деталями.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15. Обведите кружком правильные ответы.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Нижний срез из толстой ткани обрабатывается: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тесьмой;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крестообразными стежками;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швом вподгибку с закрытым срезом;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потайными стежками;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Д) швом вподгибку с открытым срезом.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16. Соотнесите термин с содержанием работы:</w:t>
      </w:r>
    </w:p>
    <w:tbl>
      <w:tblPr>
        <w:tblW w:w="5000" w:type="pct"/>
        <w:tblInd w:w="-106" w:type="dxa"/>
        <w:tblCellMar>
          <w:left w:w="0" w:type="dxa"/>
          <w:right w:w="0" w:type="dxa"/>
        </w:tblCellMar>
        <w:tblLook w:val="00A0"/>
      </w:tblPr>
      <w:tblGrid>
        <w:gridCol w:w="5685"/>
        <w:gridCol w:w="4997"/>
      </w:tblGrid>
      <w:tr w:rsidR="00020D39" w:rsidRPr="00292FF2" w:rsidTr="003556E6">
        <w:tc>
          <w:tcPr>
            <w:tcW w:w="2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D39" w:rsidRPr="004024C1" w:rsidRDefault="00020D39" w:rsidP="004024C1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bookmarkStart w:id="1" w:name="a13cef661d9bb7bf24ea37f5edad2ec964cf74d8"/>
            <w:bookmarkEnd w:id="1"/>
            <w:r w:rsidRPr="004024C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Термин</w:t>
            </w:r>
          </w:p>
        </w:tc>
        <w:tc>
          <w:tcPr>
            <w:tcW w:w="23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D39" w:rsidRPr="004024C1" w:rsidRDefault="00020D39" w:rsidP="004024C1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4024C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работы</w:t>
            </w:r>
          </w:p>
        </w:tc>
      </w:tr>
      <w:tr w:rsidR="00020D39" w:rsidRPr="00292FF2" w:rsidTr="003556E6">
        <w:tc>
          <w:tcPr>
            <w:tcW w:w="2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D39" w:rsidRPr="004024C1" w:rsidRDefault="00020D39" w:rsidP="004024C1">
            <w:pPr>
              <w:spacing w:after="0" w:line="24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4024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1.Сметать</w:t>
            </w:r>
          </w:p>
        </w:tc>
        <w:tc>
          <w:tcPr>
            <w:tcW w:w="23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D39" w:rsidRPr="004024C1" w:rsidRDefault="00020D39" w:rsidP="004024C1">
            <w:pPr>
              <w:spacing w:after="0" w:line="24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4024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А) временно соединить две или несколько деталей, примерно равных по величине;</w:t>
            </w:r>
          </w:p>
        </w:tc>
      </w:tr>
      <w:tr w:rsidR="00020D39" w:rsidRPr="00292FF2" w:rsidTr="003556E6">
        <w:tc>
          <w:tcPr>
            <w:tcW w:w="2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D39" w:rsidRPr="004024C1" w:rsidRDefault="00020D39" w:rsidP="004024C1">
            <w:pPr>
              <w:spacing w:after="0" w:line="24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4024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 Наметать</w:t>
            </w:r>
          </w:p>
        </w:tc>
        <w:tc>
          <w:tcPr>
            <w:tcW w:w="23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D39" w:rsidRPr="004024C1" w:rsidRDefault="00020D39" w:rsidP="004024C1">
            <w:pPr>
              <w:spacing w:after="0" w:line="24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4024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Б) временно соединить две детали, наложенные одна на другую;</w:t>
            </w:r>
          </w:p>
        </w:tc>
      </w:tr>
      <w:tr w:rsidR="00020D39" w:rsidRPr="00292FF2" w:rsidTr="003556E6">
        <w:tc>
          <w:tcPr>
            <w:tcW w:w="2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D39" w:rsidRPr="004024C1" w:rsidRDefault="00020D39" w:rsidP="004024C1">
            <w:pPr>
              <w:spacing w:after="0" w:line="24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4024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3. Приметать</w:t>
            </w:r>
          </w:p>
        </w:tc>
        <w:tc>
          <w:tcPr>
            <w:tcW w:w="23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D39" w:rsidRPr="004024C1" w:rsidRDefault="00020D39" w:rsidP="004024C1">
            <w:pPr>
              <w:spacing w:after="0" w:line="24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4024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В) временно закрепить подогнутые края детали, складки;</w:t>
            </w:r>
          </w:p>
        </w:tc>
      </w:tr>
      <w:tr w:rsidR="00020D39" w:rsidRPr="00292FF2" w:rsidTr="003556E6">
        <w:tc>
          <w:tcPr>
            <w:tcW w:w="2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D39" w:rsidRPr="004024C1" w:rsidRDefault="00020D39" w:rsidP="004024C1">
            <w:pPr>
              <w:spacing w:after="0" w:line="24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4024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4. Заметать</w:t>
            </w:r>
          </w:p>
        </w:tc>
        <w:tc>
          <w:tcPr>
            <w:tcW w:w="23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D39" w:rsidRPr="004024C1" w:rsidRDefault="00020D39" w:rsidP="004024C1">
            <w:pPr>
              <w:spacing w:after="0" w:line="24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4024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Г) временно соединить мелкую деталь к более крупной.</w:t>
            </w:r>
          </w:p>
        </w:tc>
      </w:tr>
    </w:tbl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17. Обведите кружком правильные ответы.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Прямыми стежками выполняются строчки: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смёточные;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обмёточные;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копировальные;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подшивочные.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18. Обведите кружком правильные ответы.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При работе с утюгом нельзя: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ставить утюг на огнеупорную подставку;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утюжить влажную ткань;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выключать утюг, дёргая за шнур;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включать утюг мокрыми руками.  </w:t>
      </w:r>
    </w:p>
    <w:p w:rsidR="00020D39" w:rsidRPr="004024C1" w:rsidRDefault="00020D39" w:rsidP="004024C1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Индивидуальный уход за кожей лица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19. Обведите кружком правильные ответы.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При сверхчувствительной коже для очищения можно пользоваться: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косметическим молочком;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простоквашей;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лосьоном на спиртовой основе;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экстрактами трав.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20.</w:t>
      </w: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Обведите кружком правильный ответ.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Какие натуральные продукты обладают лечебными свойствами и обогащают кожу питательными веществами, витаминами, микроэлементам, отбеливают ее: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растительные масла;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фрукты, ягоды, овощи;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яйца;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мёд.</w:t>
      </w:r>
    </w:p>
    <w:p w:rsidR="00020D39" w:rsidRPr="004024C1" w:rsidRDefault="00020D39" w:rsidP="004024C1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Уход за одеждой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21. Обведите кружком правильные ответы.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Изделия, из каких тканей можно кипятить: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льняного полотна;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вискозного;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полиамидного;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хлопчатобумажного.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22. Обведите кружком правильный ответ.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Изделия из вискозных тканей можно утюжить при температуре: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110;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150;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200.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23.</w:t>
      </w: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Обведите кружком правильный ответ.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Символ  </w:t>
      </w:r>
      <w:r>
        <w:rPr>
          <w:noProof/>
          <w:lang w:eastAsia="ru-RU"/>
        </w:rPr>
      </w:r>
      <w:r w:rsidRPr="00A87B61">
        <w:rPr>
          <w:rFonts w:ascii="Arial" w:hAnsi="Arial" w:cs="Arial"/>
          <w:noProof/>
          <w:color w:val="000000"/>
          <w:bdr w:val="single" w:sz="2" w:space="0" w:color="000000" w:frame="1"/>
          <w:lang w:eastAsia="ru-RU"/>
        </w:rPr>
        <w:pict>
          <v:rect id="AutoShape 7" o:spid="_x0000_s1028" alt="Описание: https://lh5.googleusercontent.com/ZY3gzrM-rCgLMMTlsFJ_lgHUK_4Dk9To_218_hcCPOafbvJ-k7ciQQV_W2bvvVg42lhHwekkt-boFHsI_MHdU3tPNh9GInTLfrTsuAfNI_3DqcPrPJ8ytQQjSU7vqwiHTLSPCUFjxbR3FArc" style="width:24pt;height:24pt;visibility:visible;mso-position-horizontal-relative:char;mso-position-vertical-relative:line" filled="f" stroked="f">
            <o:lock v:ext="edit" aspectratio="t"/>
            <w10:anchorlock/>
          </v:rect>
        </w:pict>
      </w: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 обозначает: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изделие можно сушить в подвешенном состоянии, выжимать нельзя;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изделие можно сушить в подвешенном состоянии на веревке;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изделие следует сушить, расправив на ровной поверхности.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24.</w:t>
      </w: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Обведите кружком правильный ответ.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Символ </w:t>
      </w:r>
      <w:r>
        <w:rPr>
          <w:noProof/>
          <w:lang w:eastAsia="ru-RU"/>
        </w:rPr>
      </w:r>
      <w:r w:rsidRPr="00A87B61">
        <w:rPr>
          <w:rFonts w:ascii="Arial" w:hAnsi="Arial" w:cs="Arial"/>
          <w:noProof/>
          <w:color w:val="000000"/>
          <w:bdr w:val="single" w:sz="2" w:space="0" w:color="000000" w:frame="1"/>
          <w:lang w:eastAsia="ru-RU"/>
        </w:rPr>
        <w:pict>
          <v:rect id="AutoShape 8" o:spid="_x0000_s1029" alt="Описание: https://lh4.googleusercontent.com/PQqXbvQD4sfQUhawSRdpDhXnYFOin574SErw4-g4XnMehuy_-HYv6RuaLEk1sDPMYpkEb3WTGei4fQ8iRGa2__KSuZMsqu-aeKSLTil8p_LxE7FSXJWoHg1oRwI3PbsXS8Sa0rYeX_X11Grr" style="width:24pt;height:24pt;visibility:visible;mso-position-horizontal-relative:char;mso-position-vertical-relative:line" filled="f" stroked="f">
            <o:lock v:ext="edit" aspectratio="t"/>
            <w10:anchorlock/>
          </v:rect>
        </w:pict>
      </w: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обозначает: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ручная или машинная стирка. Внимательно придерживаться указанной температуры, не подвергать сильной механической обработке. Умеренный отжим;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очень деликатная стирка в большом количестве воды, минимальная механическая обработка, быстрое полоскание при низких оборотах;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ручная или машинная стирка при температуре не выше указанной.  </w:t>
      </w:r>
    </w:p>
    <w:p w:rsidR="00020D39" w:rsidRPr="004024C1" w:rsidRDefault="00020D39" w:rsidP="004024C1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Конструирование и моделирование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25. Обведите кружком правильный ответ.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Процесс разработки чертежа основы швейного изделия называется: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составлением технологической карты;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моделированием;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конструированием;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технологией пошива.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26.</w:t>
      </w: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Обведите кружком правильные ответы.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К лёгкой одежде относятся плечевые изделия: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пальто;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платье;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сарафан;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куртка;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Д) блузка.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27. Обведите кружком правильный ответ.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Обтачка – это: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полоска ткани, присборенная с одной стороны;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деталь для обработки выреза, разреза;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полоска ткани, настрачиваемая на изделие для красоты;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деталь для обработки кармана.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28.</w:t>
      </w: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Обведите кружком правильный ответ.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При обработке бокового среза применяют: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запошивочный шов;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накладной;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обтачной;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двойной;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Д) стачной.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29. Обведите кружком правильный ответ.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При выкраивании косой бейки её долевую нить располагают: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под углом 30* к долевой нити ткани;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поперёк бейки;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под углом 45* к долевой нити ткани;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вдоль бейки.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30. Обведите кружком правильные ответы.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При обработке низа рукава применяют: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двойной шов;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шов вподгибку с открытым срезом;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стачной;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шов вподгибку с закрытым срезом;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Д) накладной.</w:t>
      </w:r>
    </w:p>
    <w:p w:rsidR="00020D39" w:rsidRPr="004024C1" w:rsidRDefault="00020D39" w:rsidP="004024C1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Экология и эстетика дома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31</w:t>
      </w: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Обведите кружком правильный ответ.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Какой вариант расстановки кухонного оборудования и мебели подходит для узких помещений:</w:t>
      </w: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угловое;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П-образное;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Однорядное;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lang w:eastAsia="ru-RU"/>
        </w:rPr>
        <w:t>Г) Двухрядное;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32.</w:t>
      </w: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Обведите кружком правильные ответы.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Помещение кажется выше при: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темной контрастной окраске стены;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светлой окраске стен;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подборе обоев с вертикальными элементами узора;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33.</w:t>
      </w: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Обведите кружком правильный ответ.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Между мойкой и плитой удобно расположить: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холодильник;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рабочий стол;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34.</w:t>
      </w: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Обведите кружком правильные ответы.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Для покрытия полов в кухне предпочтительнее использовать: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линолеум;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керамическую напольную плитку;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ковер;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35.</w:t>
      </w: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Обведите кружком правильный ответ.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Многофункциональный прибор для приготовления широкого ассортимента блюд: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пароварка;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мультиварка;</w:t>
      </w:r>
    </w:p>
    <w:p w:rsidR="00020D39" w:rsidRPr="004024C1" w:rsidRDefault="00020D39" w:rsidP="004024C1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4024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кухонный комбайн;</w:t>
      </w:r>
    </w:p>
    <w:p w:rsidR="00020D39" w:rsidRDefault="00020D39"/>
    <w:p w:rsidR="00020D39" w:rsidRDefault="00020D39"/>
    <w:sectPr w:rsidR="00020D39" w:rsidSect="00DB32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21001"/>
    <w:multiLevelType w:val="multilevel"/>
    <w:tmpl w:val="5D0AD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4270736"/>
    <w:multiLevelType w:val="multilevel"/>
    <w:tmpl w:val="AF4A2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4F60616"/>
    <w:multiLevelType w:val="multilevel"/>
    <w:tmpl w:val="32347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BBD0824"/>
    <w:multiLevelType w:val="multilevel"/>
    <w:tmpl w:val="00B8D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2173E91"/>
    <w:multiLevelType w:val="multilevel"/>
    <w:tmpl w:val="F42CC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15EA68FD"/>
    <w:multiLevelType w:val="multilevel"/>
    <w:tmpl w:val="F5D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754A3A"/>
    <w:multiLevelType w:val="multilevel"/>
    <w:tmpl w:val="A4C48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B897F08"/>
    <w:multiLevelType w:val="multilevel"/>
    <w:tmpl w:val="5FBE5F7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F151A37"/>
    <w:multiLevelType w:val="multilevel"/>
    <w:tmpl w:val="A5EA8D9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52221E"/>
    <w:multiLevelType w:val="multilevel"/>
    <w:tmpl w:val="3392FA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8F4B4F"/>
    <w:multiLevelType w:val="multilevel"/>
    <w:tmpl w:val="90523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DC93416"/>
    <w:multiLevelType w:val="multilevel"/>
    <w:tmpl w:val="EA763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3E5623A5"/>
    <w:multiLevelType w:val="multilevel"/>
    <w:tmpl w:val="56A43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43C21994"/>
    <w:multiLevelType w:val="multilevel"/>
    <w:tmpl w:val="089454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631761D"/>
    <w:multiLevelType w:val="multilevel"/>
    <w:tmpl w:val="0D862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47AE13CA"/>
    <w:multiLevelType w:val="multilevel"/>
    <w:tmpl w:val="B192B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52281940"/>
    <w:multiLevelType w:val="multilevel"/>
    <w:tmpl w:val="BAD2A3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B300146"/>
    <w:multiLevelType w:val="multilevel"/>
    <w:tmpl w:val="30627BF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D732A09"/>
    <w:multiLevelType w:val="multilevel"/>
    <w:tmpl w:val="CE18F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6FA56B39"/>
    <w:multiLevelType w:val="multilevel"/>
    <w:tmpl w:val="63E01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7F441612"/>
    <w:multiLevelType w:val="multilevel"/>
    <w:tmpl w:val="D7660F3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6"/>
  </w:num>
  <w:num w:numId="3">
    <w:abstractNumId w:val="9"/>
  </w:num>
  <w:num w:numId="4">
    <w:abstractNumId w:val="17"/>
  </w:num>
  <w:num w:numId="5">
    <w:abstractNumId w:val="7"/>
  </w:num>
  <w:num w:numId="6">
    <w:abstractNumId w:val="20"/>
  </w:num>
  <w:num w:numId="7">
    <w:abstractNumId w:val="8"/>
  </w:num>
  <w:num w:numId="8">
    <w:abstractNumId w:val="0"/>
  </w:num>
  <w:num w:numId="9">
    <w:abstractNumId w:val="2"/>
  </w:num>
  <w:num w:numId="10">
    <w:abstractNumId w:val="15"/>
  </w:num>
  <w:num w:numId="11">
    <w:abstractNumId w:val="18"/>
  </w:num>
  <w:num w:numId="12">
    <w:abstractNumId w:val="19"/>
  </w:num>
  <w:num w:numId="13">
    <w:abstractNumId w:val="1"/>
  </w:num>
  <w:num w:numId="14">
    <w:abstractNumId w:val="5"/>
  </w:num>
  <w:num w:numId="15">
    <w:abstractNumId w:val="6"/>
  </w:num>
  <w:num w:numId="16">
    <w:abstractNumId w:val="10"/>
  </w:num>
  <w:num w:numId="17">
    <w:abstractNumId w:val="11"/>
  </w:num>
  <w:num w:numId="18">
    <w:abstractNumId w:val="3"/>
  </w:num>
  <w:num w:numId="19">
    <w:abstractNumId w:val="4"/>
  </w:num>
  <w:num w:numId="20">
    <w:abstractNumId w:val="14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24C1"/>
    <w:rsid w:val="00020D39"/>
    <w:rsid w:val="00097689"/>
    <w:rsid w:val="00116B6C"/>
    <w:rsid w:val="00292FF2"/>
    <w:rsid w:val="00295E7F"/>
    <w:rsid w:val="003556E6"/>
    <w:rsid w:val="004024C1"/>
    <w:rsid w:val="0046643A"/>
    <w:rsid w:val="004C5A6B"/>
    <w:rsid w:val="005656F5"/>
    <w:rsid w:val="006A4707"/>
    <w:rsid w:val="00A87B61"/>
    <w:rsid w:val="00DB32BC"/>
    <w:rsid w:val="00E56F1D"/>
    <w:rsid w:val="00F65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B61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95E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95E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952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2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2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10</Pages>
  <Words>1991</Words>
  <Characters>11351</Characters>
  <Application>Microsoft Office Outlook</Application>
  <DocSecurity>0</DocSecurity>
  <Lines>0</Lines>
  <Paragraphs>0</Paragraphs>
  <ScaleCrop>false</ScaleCrop>
  <Company>МОУ Солерудниковская гимназия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 228</dc:creator>
  <cp:keywords/>
  <dc:description/>
  <cp:lastModifiedBy>School</cp:lastModifiedBy>
  <cp:revision>10</cp:revision>
  <cp:lastPrinted>2016-05-08T07:24:00Z</cp:lastPrinted>
  <dcterms:created xsi:type="dcterms:W3CDTF">2016-05-08T07:18:00Z</dcterms:created>
  <dcterms:modified xsi:type="dcterms:W3CDTF">2016-10-10T05:38:00Z</dcterms:modified>
</cp:coreProperties>
</file>